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887819" w14:textId="77777777" w:rsidR="00210903" w:rsidRDefault="00210903" w:rsidP="00B362ED">
      <w:pPr>
        <w:pStyle w:val="BriefReparaturfhrer"/>
      </w:pPr>
    </w:p>
    <w:p w14:paraId="01333836" w14:textId="77777777" w:rsidR="00676782" w:rsidRDefault="00676782" w:rsidP="00B362ED">
      <w:pPr>
        <w:pStyle w:val="BriefReparaturfhrer"/>
      </w:pPr>
    </w:p>
    <w:p w14:paraId="0F4288FF" w14:textId="77777777" w:rsidR="00676782" w:rsidRDefault="00676782" w:rsidP="00B362ED">
      <w:pPr>
        <w:pStyle w:val="BriefReparaturfhrer"/>
      </w:pPr>
    </w:p>
    <w:p w14:paraId="29919D94" w14:textId="77777777" w:rsidR="00676782" w:rsidRDefault="00676782" w:rsidP="00676782">
      <w:pPr>
        <w:rPr>
          <w:rFonts w:ascii="Arial" w:hAnsi="Arial" w:cs="Arial"/>
          <w:b/>
          <w:bCs/>
        </w:rPr>
      </w:pPr>
    </w:p>
    <w:p w14:paraId="6C39D49F" w14:textId="77777777" w:rsidR="00676782" w:rsidRDefault="00676782" w:rsidP="00676782">
      <w:pPr>
        <w:rPr>
          <w:rFonts w:ascii="Arial" w:hAnsi="Arial" w:cs="Arial"/>
          <w:b/>
          <w:bCs/>
        </w:rPr>
      </w:pPr>
    </w:p>
    <w:p w14:paraId="46096DE4" w14:textId="77777777" w:rsidR="00676782" w:rsidRDefault="00676782" w:rsidP="00676782">
      <w:pPr>
        <w:rPr>
          <w:rFonts w:ascii="Arial" w:hAnsi="Arial" w:cs="Arial"/>
          <w:b/>
          <w:bCs/>
        </w:rPr>
      </w:pPr>
    </w:p>
    <w:p w14:paraId="781E92AA" w14:textId="019ED977" w:rsidR="00676782" w:rsidRPr="00C439CE" w:rsidRDefault="00676782" w:rsidP="00676782">
      <w:pPr>
        <w:rPr>
          <w:rFonts w:ascii="Arial" w:hAnsi="Arial" w:cs="Arial"/>
          <w:b/>
          <w:bCs/>
        </w:rPr>
      </w:pPr>
      <w:r w:rsidRPr="00C439CE">
        <w:rPr>
          <w:rFonts w:ascii="Arial" w:hAnsi="Arial" w:cs="Arial"/>
          <w:b/>
          <w:bCs/>
        </w:rPr>
        <w:t xml:space="preserve">POST SOCIAL MEDIA </w:t>
      </w:r>
    </w:p>
    <w:p w14:paraId="47ED76EC" w14:textId="77777777" w:rsidR="00676782" w:rsidRPr="00C439CE" w:rsidRDefault="00676782" w:rsidP="00676782">
      <w:pPr>
        <w:rPr>
          <w:rFonts w:ascii="Arial" w:hAnsi="Arial" w:cs="Arial"/>
        </w:rPr>
      </w:pPr>
    </w:p>
    <w:p w14:paraId="7BF81C9D" w14:textId="77777777" w:rsidR="00676782" w:rsidRPr="00C439CE" w:rsidRDefault="00676782" w:rsidP="00676782">
      <w:pPr>
        <w:rPr>
          <w:rFonts w:ascii="Arial" w:hAnsi="Arial" w:cs="Arial"/>
        </w:rPr>
      </w:pPr>
    </w:p>
    <w:p w14:paraId="786EADEA" w14:textId="77777777" w:rsidR="00676782" w:rsidRPr="00C439CE" w:rsidRDefault="00676782" w:rsidP="00676782">
      <w:pPr>
        <w:rPr>
          <w:rFonts w:ascii="Arial" w:hAnsi="Arial" w:cs="Arial"/>
        </w:rPr>
      </w:pPr>
      <w:r>
        <w:rPr>
          <w:rFonts w:ascii="Arial" w:hAnsi="Arial" w:cs="Arial"/>
          <w:noProof/>
          <w14:ligatures w14:val="none"/>
        </w:rPr>
        <w:drawing>
          <wp:anchor distT="0" distB="0" distL="114300" distR="114300" simplePos="0" relativeHeight="251659264" behindDoc="0" locked="0" layoutInCell="1" allowOverlap="1" wp14:anchorId="7C3CDE64" wp14:editId="2DF1E854">
            <wp:simplePos x="0" y="0"/>
            <wp:positionH relativeFrom="column">
              <wp:posOffset>3764008</wp:posOffset>
            </wp:positionH>
            <wp:positionV relativeFrom="paragraph">
              <wp:posOffset>175895</wp:posOffset>
            </wp:positionV>
            <wp:extent cx="1851956" cy="972276"/>
            <wp:effectExtent l="0" t="0" r="2540" b="5715"/>
            <wp:wrapNone/>
            <wp:docPr id="175547675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547675" name="Grafik 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54469" cy="9735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912E604" w14:textId="77777777" w:rsidR="00676782" w:rsidRPr="00C439CE" w:rsidRDefault="00676782" w:rsidP="00676782">
      <w:pPr>
        <w:tabs>
          <w:tab w:val="left" w:pos="5954"/>
        </w:tabs>
        <w:rPr>
          <w:rFonts w:ascii="Arial" w:hAnsi="Arial" w:cs="Arial"/>
        </w:rPr>
      </w:pPr>
      <w:r>
        <w:rPr>
          <w:rFonts w:ascii="Arial" w:hAnsi="Arial" w:cs="Arial"/>
          <w:noProof/>
          <w14:ligatures w14:val="none"/>
        </w:rPr>
        <w:drawing>
          <wp:anchor distT="0" distB="0" distL="114300" distR="114300" simplePos="0" relativeHeight="251660288" behindDoc="0" locked="0" layoutInCell="1" allowOverlap="1" wp14:anchorId="394FEDFC" wp14:editId="0F8543FD">
            <wp:simplePos x="0" y="0"/>
            <wp:positionH relativeFrom="column">
              <wp:posOffset>1891664</wp:posOffset>
            </wp:positionH>
            <wp:positionV relativeFrom="paragraph">
              <wp:posOffset>11521</wp:posOffset>
            </wp:positionV>
            <wp:extent cx="1832257" cy="961934"/>
            <wp:effectExtent l="0" t="0" r="0" b="3810"/>
            <wp:wrapNone/>
            <wp:docPr id="326719570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719570" name="Grafik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35996" cy="96389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noProof/>
          <w14:ligatures w14:val="none"/>
        </w:rPr>
        <w:drawing>
          <wp:inline distT="0" distB="0" distL="0" distR="0" wp14:anchorId="530876D6" wp14:editId="4F225FAB">
            <wp:extent cx="1854091" cy="973398"/>
            <wp:effectExtent l="0" t="0" r="635" b="5080"/>
            <wp:docPr id="8965120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65120" name="Grafik 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54091" cy="973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0EF29A" w14:textId="77777777" w:rsidR="00676782" w:rsidRPr="00C439CE" w:rsidRDefault="00676782" w:rsidP="00676782">
      <w:pPr>
        <w:rPr>
          <w:rFonts w:ascii="Arial" w:hAnsi="Arial" w:cs="Arial"/>
        </w:rPr>
      </w:pPr>
    </w:p>
    <w:p w14:paraId="597E0544" w14:textId="77777777" w:rsidR="00676782" w:rsidRDefault="00676782" w:rsidP="00676782">
      <w:pPr>
        <w:rPr>
          <w:rFonts w:ascii="Arial" w:hAnsi="Arial" w:cs="Arial"/>
        </w:rPr>
      </w:pPr>
    </w:p>
    <w:p w14:paraId="529CDD31" w14:textId="77777777" w:rsidR="00676782" w:rsidRDefault="00676782" w:rsidP="00676782">
      <w:pPr>
        <w:rPr>
          <w:rFonts w:ascii="Arial" w:hAnsi="Arial" w:cs="Arial"/>
          <w:sz w:val="20"/>
          <w:szCs w:val="20"/>
        </w:rPr>
      </w:pPr>
    </w:p>
    <w:p w14:paraId="66DE7252" w14:textId="77777777" w:rsidR="00676782" w:rsidRDefault="00676782" w:rsidP="0067678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((Bild))</w:t>
      </w:r>
    </w:p>
    <w:p w14:paraId="7ED4A59A" w14:textId="77777777" w:rsidR="00676782" w:rsidRPr="00853D70" w:rsidRDefault="00676782" w:rsidP="00676782">
      <w:pPr>
        <w:rPr>
          <w:rFonts w:ascii="Arial" w:hAnsi="Arial" w:cs="Arial"/>
          <w:sz w:val="20"/>
          <w:szCs w:val="20"/>
        </w:rPr>
      </w:pPr>
      <w:r w:rsidRPr="00853D70">
        <w:rPr>
          <w:rFonts w:ascii="Arial" w:hAnsi="Arial" w:cs="Arial"/>
          <w:sz w:val="20"/>
          <w:szCs w:val="20"/>
        </w:rPr>
        <w:t>Bild statisch (</w:t>
      </w:r>
      <w:proofErr w:type="spellStart"/>
      <w:r w:rsidRPr="00853D70">
        <w:rPr>
          <w:rFonts w:ascii="Arial" w:hAnsi="Arial" w:cs="Arial"/>
          <w:sz w:val="20"/>
          <w:szCs w:val="20"/>
        </w:rPr>
        <w:t>Social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853D70">
        <w:rPr>
          <w:rFonts w:ascii="Arial" w:hAnsi="Arial" w:cs="Arial"/>
          <w:sz w:val="20"/>
          <w:szCs w:val="20"/>
        </w:rPr>
        <w:t>Media</w:t>
      </w:r>
      <w:r>
        <w:rPr>
          <w:rFonts w:ascii="Arial" w:hAnsi="Arial" w:cs="Arial"/>
          <w:sz w:val="20"/>
          <w:szCs w:val="20"/>
        </w:rPr>
        <w:t>_Reparaturführer</w:t>
      </w:r>
      <w:r w:rsidRPr="00853D70">
        <w:rPr>
          <w:rFonts w:ascii="Arial" w:hAnsi="Arial" w:cs="Arial"/>
          <w:sz w:val="20"/>
          <w:szCs w:val="20"/>
        </w:rPr>
        <w:t>.jpg) oder mp4-Video mit Animatio</w:t>
      </w:r>
      <w:r>
        <w:rPr>
          <w:rFonts w:ascii="Arial" w:hAnsi="Arial" w:cs="Arial"/>
          <w:sz w:val="20"/>
          <w:szCs w:val="20"/>
        </w:rPr>
        <w:t xml:space="preserve">n </w:t>
      </w:r>
      <w:r w:rsidRPr="00853D70">
        <w:rPr>
          <w:rFonts w:ascii="Arial" w:hAnsi="Arial" w:cs="Arial"/>
          <w:sz w:val="20"/>
          <w:szCs w:val="20"/>
        </w:rPr>
        <w:t>(</w:t>
      </w:r>
      <w:proofErr w:type="spellStart"/>
      <w:r w:rsidRPr="00853D70">
        <w:rPr>
          <w:rFonts w:ascii="Arial" w:hAnsi="Arial" w:cs="Arial"/>
          <w:sz w:val="20"/>
          <w:szCs w:val="20"/>
        </w:rPr>
        <w:t>Social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853D70">
        <w:rPr>
          <w:rFonts w:ascii="Arial" w:hAnsi="Arial" w:cs="Arial"/>
          <w:sz w:val="20"/>
          <w:szCs w:val="20"/>
        </w:rPr>
        <w:t>Media</w:t>
      </w:r>
      <w:r>
        <w:rPr>
          <w:rFonts w:ascii="Arial" w:hAnsi="Arial" w:cs="Arial"/>
          <w:sz w:val="20"/>
          <w:szCs w:val="20"/>
        </w:rPr>
        <w:t>_Reparaturführer</w:t>
      </w:r>
      <w:r w:rsidRPr="00853D70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mp4)</w:t>
      </w:r>
    </w:p>
    <w:p w14:paraId="3EE201C7" w14:textId="77777777" w:rsidR="00676782" w:rsidRDefault="00676782" w:rsidP="00676782">
      <w:pPr>
        <w:rPr>
          <w:rFonts w:ascii="Arial" w:hAnsi="Arial" w:cs="Arial"/>
          <w:b/>
          <w:bCs/>
          <w:color w:val="92CDDC" w:themeColor="accent5" w:themeTint="99"/>
          <w:sz w:val="20"/>
          <w:szCs w:val="20"/>
        </w:rPr>
      </w:pPr>
    </w:p>
    <w:p w14:paraId="7F6AFA4B" w14:textId="77777777" w:rsidR="00676782" w:rsidRDefault="00676782" w:rsidP="0067678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((Text Post))</w:t>
      </w:r>
    </w:p>
    <w:p w14:paraId="461108A1" w14:textId="77777777" w:rsidR="00676782" w:rsidRDefault="00676782" w:rsidP="00676782">
      <w:pPr>
        <w:rPr>
          <w:rFonts w:ascii="Arial" w:hAnsi="Arial" w:cs="Arial"/>
          <w:sz w:val="20"/>
          <w:szCs w:val="20"/>
        </w:rPr>
      </w:pPr>
      <w:r w:rsidRPr="00853D70">
        <w:rPr>
          <w:rFonts w:ascii="Arial" w:hAnsi="Arial" w:cs="Arial"/>
          <w:sz w:val="20"/>
          <w:szCs w:val="20"/>
        </w:rPr>
        <w:t>Von der Jeans bis zum Staubsauger, alles </w:t>
      </w:r>
      <w:r>
        <w:rPr>
          <w:rFonts w:ascii="Arial" w:hAnsi="Arial" w:cs="Arial"/>
          <w:sz w:val="20"/>
          <w:szCs w:val="20"/>
        </w:rPr>
        <w:t xml:space="preserve">hat </w:t>
      </w:r>
      <w:r w:rsidRPr="00853D70">
        <w:rPr>
          <w:rFonts w:ascii="Arial" w:hAnsi="Arial" w:cs="Arial"/>
          <w:sz w:val="20"/>
          <w:szCs w:val="20"/>
        </w:rPr>
        <w:t>bei der Herstellung Rohstoffe und Energie verbraucht. Darum macht Reparieren und Weiterverwenden fast immer Sinn</w:t>
      </w:r>
      <w:r>
        <w:rPr>
          <w:rFonts w:ascii="Arial" w:hAnsi="Arial" w:cs="Arial"/>
          <w:sz w:val="20"/>
          <w:szCs w:val="20"/>
        </w:rPr>
        <w:t>. Wo und wie weiss der Reparaturführer.ch</w:t>
      </w:r>
    </w:p>
    <w:p w14:paraId="1684EC38" w14:textId="77777777" w:rsidR="00676782" w:rsidRDefault="00676782" w:rsidP="00676782">
      <w:pPr>
        <w:rPr>
          <w:rFonts w:ascii="Arial" w:hAnsi="Arial" w:cs="Arial"/>
          <w:sz w:val="20"/>
          <w:szCs w:val="20"/>
        </w:rPr>
      </w:pPr>
    </w:p>
    <w:p w14:paraId="0466F11F" w14:textId="77777777" w:rsidR="00676782" w:rsidRPr="00E47DB6" w:rsidRDefault="00676782" w:rsidP="00676782">
      <w:r>
        <w:rPr>
          <w:rFonts w:ascii="Arial" w:hAnsi="Arial" w:cs="Arial"/>
          <w:sz w:val="20"/>
          <w:szCs w:val="20"/>
        </w:rPr>
        <w:t>((Auf Facebook kann Reparaturführer.ch verlinkt werden))</w:t>
      </w:r>
    </w:p>
    <w:p w14:paraId="1F32BA37" w14:textId="77777777" w:rsidR="00676782" w:rsidRPr="00E47DB6" w:rsidRDefault="00676782" w:rsidP="00B362ED">
      <w:pPr>
        <w:pStyle w:val="BriefReparaturfhrer"/>
      </w:pPr>
    </w:p>
    <w:sectPr w:rsidR="00676782" w:rsidRPr="00E47DB6" w:rsidSect="002703A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3119" w:right="680" w:bottom="1701" w:left="1701" w:header="21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54FBD5" w14:textId="77777777" w:rsidR="002703A7" w:rsidRDefault="002703A7" w:rsidP="006F6916">
      <w:r>
        <w:separator/>
      </w:r>
    </w:p>
  </w:endnote>
  <w:endnote w:type="continuationSeparator" w:id="0">
    <w:p w14:paraId="1545E98A" w14:textId="77777777" w:rsidR="002703A7" w:rsidRDefault="002703A7" w:rsidP="006F69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inion Pro">
    <w:panose1 w:val="020B0604020202020204"/>
    <w:charset w:val="00"/>
    <w:family w:val="roman"/>
    <w:notTrueType/>
    <w:pitch w:val="variable"/>
    <w:sig w:usb0="E00002AF" w:usb1="500020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867DC" w14:textId="77777777" w:rsidR="00776449" w:rsidRDefault="0077644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8E2D1" w14:textId="77777777" w:rsidR="00D6112A" w:rsidRDefault="00A752C1" w:rsidP="009A7257">
    <w:pPr>
      <w:pStyle w:val="Fuzeile"/>
      <w:ind w:left="2127" w:right="21" w:hanging="993"/>
    </w:pPr>
    <w:r>
      <w:rPr>
        <w:noProof/>
      </w:rPr>
      <w:drawing>
        <wp:anchor distT="0" distB="0" distL="114300" distR="114300" simplePos="0" relativeHeight="251659776" behindDoc="0" locked="0" layoutInCell="1" allowOverlap="1" wp14:anchorId="1CE72E32" wp14:editId="6BE3FB58">
          <wp:simplePos x="0" y="0"/>
          <wp:positionH relativeFrom="page">
            <wp:posOffset>3213463</wp:posOffset>
          </wp:positionH>
          <wp:positionV relativeFrom="page">
            <wp:posOffset>10013772</wp:posOffset>
          </wp:positionV>
          <wp:extent cx="3834000" cy="226481"/>
          <wp:effectExtent l="0" t="0" r="0" b="2540"/>
          <wp:wrapSquare wrapText="bothSides"/>
          <wp:docPr id="7" name="Bild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Bild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834000" cy="22648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 wp14:anchorId="242E4E3D" wp14:editId="1F7C49F6">
          <wp:simplePos x="0" y="0"/>
          <wp:positionH relativeFrom="column">
            <wp:posOffset>903605</wp:posOffset>
          </wp:positionH>
          <wp:positionV relativeFrom="paragraph">
            <wp:posOffset>10001885</wp:posOffset>
          </wp:positionV>
          <wp:extent cx="3989070" cy="240030"/>
          <wp:effectExtent l="0" t="0" r="0" b="0"/>
          <wp:wrapNone/>
          <wp:docPr id="3" name="Bild 3" descr="Adresse_Pfad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Adresse_Pfad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89070" cy="240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036BB" w14:textId="77777777" w:rsidR="00776449" w:rsidRDefault="0077644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EFD150" w14:textId="77777777" w:rsidR="002703A7" w:rsidRDefault="002703A7" w:rsidP="006F6916">
      <w:r>
        <w:separator/>
      </w:r>
    </w:p>
  </w:footnote>
  <w:footnote w:type="continuationSeparator" w:id="0">
    <w:p w14:paraId="1C7CA4F8" w14:textId="77777777" w:rsidR="002703A7" w:rsidRDefault="002703A7" w:rsidP="006F69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CAA20" w14:textId="77777777" w:rsidR="00776449" w:rsidRDefault="0077644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17134" w14:textId="77777777" w:rsidR="00D6112A" w:rsidRDefault="00A752C1" w:rsidP="009A7257">
    <w:pPr>
      <w:pStyle w:val="Kopfzeile"/>
      <w:ind w:right="21"/>
    </w:pPr>
    <w:r>
      <w:rPr>
        <w:noProof/>
      </w:rPr>
      <w:drawing>
        <wp:anchor distT="0" distB="0" distL="114300" distR="114300" simplePos="0" relativeHeight="251656704" behindDoc="0" locked="0" layoutInCell="1" allowOverlap="0" wp14:anchorId="704BE657" wp14:editId="2AD08766">
          <wp:simplePos x="0" y="0"/>
          <wp:positionH relativeFrom="margin">
            <wp:posOffset>4000500</wp:posOffset>
          </wp:positionH>
          <wp:positionV relativeFrom="margin">
            <wp:posOffset>-383843</wp:posOffset>
          </wp:positionV>
          <wp:extent cx="1980000" cy="255600"/>
          <wp:effectExtent l="0" t="0" r="1270" b="0"/>
          <wp:wrapSquare wrapText="bothSides"/>
          <wp:docPr id="2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ild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980000" cy="25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7EBC6" w14:textId="77777777" w:rsidR="00776449" w:rsidRDefault="00776449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B99"/>
    <w:rsid w:val="00002C63"/>
    <w:rsid w:val="000657F9"/>
    <w:rsid w:val="00083BDB"/>
    <w:rsid w:val="000B062E"/>
    <w:rsid w:val="000E4763"/>
    <w:rsid w:val="00101496"/>
    <w:rsid w:val="001962A2"/>
    <w:rsid w:val="001B2D11"/>
    <w:rsid w:val="001D0985"/>
    <w:rsid w:val="00210903"/>
    <w:rsid w:val="00240B99"/>
    <w:rsid w:val="002703A7"/>
    <w:rsid w:val="00381AB2"/>
    <w:rsid w:val="003A044A"/>
    <w:rsid w:val="00402085"/>
    <w:rsid w:val="004777A0"/>
    <w:rsid w:val="004E0C26"/>
    <w:rsid w:val="004E35F8"/>
    <w:rsid w:val="005B4640"/>
    <w:rsid w:val="005E4020"/>
    <w:rsid w:val="00676782"/>
    <w:rsid w:val="00695C91"/>
    <w:rsid w:val="006C685F"/>
    <w:rsid w:val="006F6916"/>
    <w:rsid w:val="007216EB"/>
    <w:rsid w:val="00744E74"/>
    <w:rsid w:val="00776449"/>
    <w:rsid w:val="007F4C9C"/>
    <w:rsid w:val="00822F1D"/>
    <w:rsid w:val="0087041C"/>
    <w:rsid w:val="008E5A10"/>
    <w:rsid w:val="009A7257"/>
    <w:rsid w:val="00A752C1"/>
    <w:rsid w:val="00A96F4A"/>
    <w:rsid w:val="00AE5DC3"/>
    <w:rsid w:val="00B32CD3"/>
    <w:rsid w:val="00B362ED"/>
    <w:rsid w:val="00B8581F"/>
    <w:rsid w:val="00BC06B3"/>
    <w:rsid w:val="00C2598B"/>
    <w:rsid w:val="00D6112A"/>
    <w:rsid w:val="00D6426D"/>
    <w:rsid w:val="00E25844"/>
    <w:rsid w:val="00E47DB6"/>
    <w:rsid w:val="00EF4CA5"/>
    <w:rsid w:val="00EF6B84"/>
    <w:rsid w:val="00F87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;"/>
  <w14:docId w14:val="4B9B1386"/>
  <w14:defaultImageDpi w14:val="300"/>
  <w15:docId w15:val="{84E6C2B0-87B6-9C48-B354-5A0CF0A9A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76782"/>
    <w:rPr>
      <w:rFonts w:asciiTheme="minorHAnsi" w:eastAsiaTheme="minorHAnsi" w:hAnsiTheme="minorHAnsi" w:cstheme="minorBidi"/>
      <w:kern w:val="2"/>
      <w:sz w:val="24"/>
      <w:szCs w:val="24"/>
      <w:lang w:val="de-CH" w:eastAsia="en-US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F6916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6F6916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6F6916"/>
    <w:pPr>
      <w:tabs>
        <w:tab w:val="center" w:pos="4536"/>
        <w:tab w:val="right" w:pos="9072"/>
      </w:tabs>
    </w:pPr>
    <w:rPr>
      <w:rFonts w:ascii="Cambria" w:eastAsia="MS Mincho" w:hAnsi="Cambria" w:cs="Times New Roman"/>
      <w:kern w:val="0"/>
      <w:lang w:val="de-DE" w:eastAsia="de-DE"/>
      <w14:ligatures w14:val="none"/>
    </w:rPr>
  </w:style>
  <w:style w:type="character" w:customStyle="1" w:styleId="KopfzeileZchn">
    <w:name w:val="Kopfzeile Zchn"/>
    <w:basedOn w:val="Absatz-Standardschriftart"/>
    <w:link w:val="Kopfzeile"/>
    <w:uiPriority w:val="99"/>
    <w:rsid w:val="006F6916"/>
  </w:style>
  <w:style w:type="paragraph" w:styleId="Fuzeile">
    <w:name w:val="footer"/>
    <w:basedOn w:val="Standard"/>
    <w:link w:val="FuzeileZchn"/>
    <w:uiPriority w:val="99"/>
    <w:unhideWhenUsed/>
    <w:rsid w:val="006F6916"/>
    <w:pPr>
      <w:tabs>
        <w:tab w:val="center" w:pos="4536"/>
        <w:tab w:val="right" w:pos="9072"/>
      </w:tabs>
    </w:pPr>
    <w:rPr>
      <w:rFonts w:ascii="Cambria" w:eastAsia="MS Mincho" w:hAnsi="Cambria" w:cs="Times New Roman"/>
      <w:kern w:val="0"/>
      <w:lang w:val="de-DE" w:eastAsia="de-DE"/>
      <w14:ligatures w14:val="none"/>
    </w:rPr>
  </w:style>
  <w:style w:type="character" w:customStyle="1" w:styleId="FuzeileZchn">
    <w:name w:val="Fußzeile Zchn"/>
    <w:basedOn w:val="Absatz-Standardschriftart"/>
    <w:link w:val="Fuzeile"/>
    <w:uiPriority w:val="99"/>
    <w:rsid w:val="006F6916"/>
  </w:style>
  <w:style w:type="paragraph" w:customStyle="1" w:styleId="EinfAbs">
    <w:name w:val="[Einf. Abs.]"/>
    <w:basedOn w:val="Standard"/>
    <w:uiPriority w:val="99"/>
    <w:rsid w:val="004E0C26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="MS Mincho" w:hAnsi="Minion Pro" w:cs="Minion Pro"/>
      <w:color w:val="000000"/>
      <w:kern w:val="0"/>
      <w:lang w:val="de-DE" w:eastAsia="de-DE"/>
      <w14:ligatures w14:val="none"/>
    </w:rPr>
  </w:style>
  <w:style w:type="paragraph" w:customStyle="1" w:styleId="BriefReparaturfhrer">
    <w:name w:val="Brief Reparaturführer"/>
    <w:basedOn w:val="EinfAbs"/>
    <w:qFormat/>
    <w:rsid w:val="00210903"/>
    <w:rPr>
      <w:rFonts w:ascii="Arial" w:hAnsi="Arial" w:cs="Arial"/>
      <w:sz w:val="20"/>
      <w:szCs w:val="20"/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8.emf"/><Relationship Id="rId2" Type="http://schemas.openxmlformats.org/officeDocument/2006/relationships/image" Target="media/image7.svg"/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sv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urszenger/Desktop/Briefpapier%20Reparaturfu&#776;hrer%20Solothurn%20NEU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8B806FB-DB91-0240-96FA-A5D79E4E5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Briefpapier Reparaturführer Solothurn NEU.dotx</Template>
  <TotalTime>0</TotalTime>
  <Pages>1</Pages>
  <Words>58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Links>
    <vt:vector size="12" baseType="variant">
      <vt:variant>
        <vt:i4>3080305</vt:i4>
      </vt:variant>
      <vt:variant>
        <vt:i4>-1</vt:i4>
      </vt:variant>
      <vt:variant>
        <vt:i4>2051</vt:i4>
      </vt:variant>
      <vt:variant>
        <vt:i4>1</vt:i4>
      </vt:variant>
      <vt:variant>
        <vt:lpwstr>Adresse_Pfade</vt:lpwstr>
      </vt:variant>
      <vt:variant>
        <vt:lpwstr/>
      </vt:variant>
      <vt:variant>
        <vt:i4>3014751</vt:i4>
      </vt:variant>
      <vt:variant>
        <vt:i4>-1</vt:i4>
      </vt:variant>
      <vt:variant>
        <vt:i4>2054</vt:i4>
      </vt:variant>
      <vt:variant>
        <vt:i4>1</vt:i4>
      </vt:variant>
      <vt:variant>
        <vt:lpwstr>Adresse_espaceSolothurn_2013_2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 Zenger</dc:creator>
  <cp:keywords/>
  <dc:description/>
  <cp:lastModifiedBy>Heinrich Breiter</cp:lastModifiedBy>
  <cp:revision>3</cp:revision>
  <cp:lastPrinted>2023-10-06T06:18:00Z</cp:lastPrinted>
  <dcterms:created xsi:type="dcterms:W3CDTF">2024-02-29T07:16:00Z</dcterms:created>
  <dcterms:modified xsi:type="dcterms:W3CDTF">2024-03-18T12:26:00Z</dcterms:modified>
</cp:coreProperties>
</file>